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48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BB3C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1C2AF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3F6F">
        <w:rPr>
          <w:rFonts w:ascii="Corbel" w:hAnsi="Corbel"/>
          <w:i/>
          <w:smallCaps/>
          <w:sz w:val="24"/>
          <w:szCs w:val="24"/>
        </w:rPr>
        <w:t>20</w:t>
      </w:r>
      <w:r w:rsidR="00C0512F">
        <w:rPr>
          <w:rFonts w:ascii="Corbel" w:hAnsi="Corbel"/>
          <w:i/>
          <w:smallCaps/>
          <w:sz w:val="24"/>
          <w:szCs w:val="24"/>
        </w:rPr>
        <w:t>19</w:t>
      </w:r>
      <w:r w:rsidR="00773F6F">
        <w:rPr>
          <w:rFonts w:ascii="Corbel" w:hAnsi="Corbel"/>
          <w:i/>
          <w:smallCaps/>
          <w:sz w:val="24"/>
          <w:szCs w:val="24"/>
        </w:rPr>
        <w:t>/202</w:t>
      </w:r>
      <w:r w:rsidR="00C0512F">
        <w:rPr>
          <w:rFonts w:ascii="Corbel" w:hAnsi="Corbel"/>
          <w:i/>
          <w:smallCaps/>
          <w:sz w:val="24"/>
          <w:szCs w:val="24"/>
        </w:rPr>
        <w:t>2</w:t>
      </w:r>
    </w:p>
    <w:p w14:paraId="40A9FC0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5B93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30915">
        <w:rPr>
          <w:rFonts w:ascii="Corbel" w:hAnsi="Corbel"/>
          <w:sz w:val="20"/>
          <w:szCs w:val="20"/>
        </w:rPr>
        <w:t>202</w:t>
      </w:r>
      <w:r w:rsidR="00C0512F">
        <w:rPr>
          <w:rFonts w:ascii="Corbel" w:hAnsi="Corbel"/>
          <w:sz w:val="20"/>
          <w:szCs w:val="20"/>
        </w:rPr>
        <w:t>0</w:t>
      </w:r>
      <w:r w:rsidR="00A30915">
        <w:rPr>
          <w:rFonts w:ascii="Corbel" w:hAnsi="Corbel"/>
          <w:sz w:val="20"/>
          <w:szCs w:val="20"/>
        </w:rPr>
        <w:t>/202</w:t>
      </w:r>
      <w:r w:rsidR="00C0512F">
        <w:rPr>
          <w:rFonts w:ascii="Corbel" w:hAnsi="Corbel"/>
          <w:sz w:val="20"/>
          <w:szCs w:val="20"/>
        </w:rPr>
        <w:t>1</w:t>
      </w:r>
    </w:p>
    <w:p w14:paraId="2C100AD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7C9D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42C9" w:rsidRPr="009C54AE" w14:paraId="1D52E3CA" w14:textId="77777777" w:rsidTr="00B819C8">
        <w:tc>
          <w:tcPr>
            <w:tcW w:w="2694" w:type="dxa"/>
            <w:vAlign w:val="center"/>
          </w:tcPr>
          <w:p w14:paraId="0DC5E27B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8E4DFD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prawny pomocy społecznej i prawo socjalne</w:t>
            </w:r>
          </w:p>
        </w:tc>
      </w:tr>
      <w:tr w:rsidR="001642C9" w:rsidRPr="009C54AE" w14:paraId="54D024FE" w14:textId="77777777" w:rsidTr="00B819C8">
        <w:tc>
          <w:tcPr>
            <w:tcW w:w="2694" w:type="dxa"/>
            <w:vAlign w:val="center"/>
          </w:tcPr>
          <w:p w14:paraId="0FF9800C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1B200A8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P1S[3]O_04</w:t>
            </w:r>
          </w:p>
        </w:tc>
      </w:tr>
      <w:tr w:rsidR="001642C9" w:rsidRPr="009C54AE" w14:paraId="3D84F15C" w14:textId="77777777" w:rsidTr="00B819C8">
        <w:tc>
          <w:tcPr>
            <w:tcW w:w="2694" w:type="dxa"/>
            <w:vAlign w:val="center"/>
          </w:tcPr>
          <w:p w14:paraId="5027F6C5" w14:textId="77777777" w:rsidR="001642C9" w:rsidRPr="00A4478E" w:rsidRDefault="001642C9" w:rsidP="00177A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832BCE2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642C9" w:rsidRPr="009C54AE" w14:paraId="4E8FE505" w14:textId="77777777" w:rsidTr="00B819C8">
        <w:tc>
          <w:tcPr>
            <w:tcW w:w="2694" w:type="dxa"/>
            <w:vAlign w:val="center"/>
          </w:tcPr>
          <w:p w14:paraId="302C264C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C5FD37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642C9" w:rsidRPr="009C54AE" w14:paraId="1D1F147B" w14:textId="77777777" w:rsidTr="00B819C8">
        <w:tc>
          <w:tcPr>
            <w:tcW w:w="2694" w:type="dxa"/>
            <w:vAlign w:val="center"/>
          </w:tcPr>
          <w:p w14:paraId="0151D9F2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22C652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642C9" w:rsidRPr="009C54AE" w14:paraId="26AA8CB9" w14:textId="77777777" w:rsidTr="00B819C8">
        <w:tc>
          <w:tcPr>
            <w:tcW w:w="2694" w:type="dxa"/>
            <w:vAlign w:val="center"/>
          </w:tcPr>
          <w:p w14:paraId="4C6165B6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87C557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642C9" w:rsidRPr="009C54AE" w14:paraId="41061399" w14:textId="77777777" w:rsidTr="00B819C8">
        <w:tc>
          <w:tcPr>
            <w:tcW w:w="2694" w:type="dxa"/>
            <w:vAlign w:val="center"/>
          </w:tcPr>
          <w:p w14:paraId="77E5612E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E28F5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642C9" w:rsidRPr="009C54AE" w14:paraId="11DE89A1" w14:textId="77777777" w:rsidTr="00B819C8">
        <w:tc>
          <w:tcPr>
            <w:tcW w:w="2694" w:type="dxa"/>
            <w:vAlign w:val="center"/>
          </w:tcPr>
          <w:p w14:paraId="212AB132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DC921E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42C9" w:rsidRPr="009C54AE" w14:paraId="36B33E4F" w14:textId="77777777" w:rsidTr="00B819C8">
        <w:tc>
          <w:tcPr>
            <w:tcW w:w="2694" w:type="dxa"/>
            <w:vAlign w:val="center"/>
          </w:tcPr>
          <w:p w14:paraId="21529B5D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91F0943" w14:textId="77777777" w:rsidR="001642C9" w:rsidRPr="009C54AE" w:rsidRDefault="00773F6F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1642C9"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w:rsidR="001642C9" w:rsidRPr="009C54AE" w14:paraId="0919BC93" w14:textId="77777777" w:rsidTr="00B819C8">
        <w:tc>
          <w:tcPr>
            <w:tcW w:w="2694" w:type="dxa"/>
            <w:vAlign w:val="center"/>
          </w:tcPr>
          <w:p w14:paraId="156A36FE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CC5D08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642C9" w:rsidRPr="009C54AE" w14:paraId="7EEF5C33" w14:textId="77777777" w:rsidTr="00B819C8">
        <w:tc>
          <w:tcPr>
            <w:tcW w:w="2694" w:type="dxa"/>
            <w:vAlign w:val="center"/>
          </w:tcPr>
          <w:p w14:paraId="3B63FD83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016794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642C9" w:rsidRPr="009C54AE" w14:paraId="4205C3DF" w14:textId="77777777" w:rsidTr="00B819C8">
        <w:tc>
          <w:tcPr>
            <w:tcW w:w="2694" w:type="dxa"/>
            <w:vAlign w:val="center"/>
          </w:tcPr>
          <w:p w14:paraId="3FB0FCA6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94A58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1642C9" w:rsidRPr="009C54AE" w14:paraId="723E9291" w14:textId="77777777" w:rsidTr="00B819C8">
        <w:tc>
          <w:tcPr>
            <w:tcW w:w="2694" w:type="dxa"/>
            <w:vAlign w:val="center"/>
          </w:tcPr>
          <w:p w14:paraId="72381ACD" w14:textId="77777777"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90DAD" w14:textId="77777777"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6589B4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CEDA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9F76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A118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138B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2EAD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Semestr</w:t>
            </w:r>
          </w:p>
          <w:p w14:paraId="061D956B" w14:textId="77777777" w:rsidR="00015B8F" w:rsidRPr="000E40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(</w:t>
            </w:r>
            <w:r w:rsidR="00363F78" w:rsidRPr="000E402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D2EF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402A">
              <w:rPr>
                <w:rFonts w:ascii="Corbel" w:hAnsi="Corbel"/>
                <w:szCs w:val="24"/>
              </w:rPr>
              <w:t>Wykł</w:t>
            </w:r>
            <w:proofErr w:type="spellEnd"/>
            <w:r w:rsidRPr="000E40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E2FC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8DF3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402A">
              <w:rPr>
                <w:rFonts w:ascii="Corbel" w:hAnsi="Corbel"/>
                <w:szCs w:val="24"/>
              </w:rPr>
              <w:t>Konw</w:t>
            </w:r>
            <w:proofErr w:type="spellEnd"/>
            <w:r w:rsidRPr="000E40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8A27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E311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402A">
              <w:rPr>
                <w:rFonts w:ascii="Corbel" w:hAnsi="Corbel"/>
                <w:szCs w:val="24"/>
              </w:rPr>
              <w:t>Sem</w:t>
            </w:r>
            <w:proofErr w:type="spellEnd"/>
            <w:r w:rsidRPr="000E40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E867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A08B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402A">
              <w:rPr>
                <w:rFonts w:ascii="Corbel" w:hAnsi="Corbel"/>
                <w:szCs w:val="24"/>
              </w:rPr>
              <w:t>Prakt</w:t>
            </w:r>
            <w:proofErr w:type="spellEnd"/>
            <w:r w:rsidRPr="000E40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C844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40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B563" w14:textId="77777777"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402A">
              <w:rPr>
                <w:rFonts w:ascii="Corbel" w:hAnsi="Corbel"/>
                <w:b/>
                <w:szCs w:val="24"/>
              </w:rPr>
              <w:t>Liczba pkt</w:t>
            </w:r>
            <w:r w:rsidR="00B90885" w:rsidRPr="000E402A">
              <w:rPr>
                <w:rFonts w:ascii="Corbel" w:hAnsi="Corbel"/>
                <w:b/>
                <w:szCs w:val="24"/>
              </w:rPr>
              <w:t>.</w:t>
            </w:r>
            <w:r w:rsidRPr="000E402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15B85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12DB" w14:textId="77777777" w:rsidR="00015B8F" w:rsidRPr="009C54AE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38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F7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4222" w14:textId="77777777" w:rsidR="00015B8F" w:rsidRPr="009C54AE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D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62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7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64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AD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DFF5" w14:textId="77777777" w:rsidR="00015B8F" w:rsidRPr="009C54AE" w:rsidRDefault="00773F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4D782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78A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E71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679EBE" w14:textId="77777777" w:rsidR="0085747A" w:rsidRPr="009C54AE" w:rsidRDefault="00773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41BB6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BF83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26EB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0" w:name="_Hlk54262135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2C26D1" w14:textId="77777777" w:rsidR="009C54AE" w:rsidRDefault="00773F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3F6F">
        <w:rPr>
          <w:rFonts w:ascii="Corbel" w:hAnsi="Corbel"/>
          <w:b w:val="0"/>
          <w:szCs w:val="24"/>
        </w:rPr>
        <w:t>zaliczenie z oceną</w:t>
      </w:r>
    </w:p>
    <w:p w14:paraId="66D9C0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1486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EB87E" w14:textId="77777777" w:rsidTr="00745302">
        <w:tc>
          <w:tcPr>
            <w:tcW w:w="9670" w:type="dxa"/>
          </w:tcPr>
          <w:p w14:paraId="74042B14" w14:textId="77777777" w:rsidR="0085747A" w:rsidRPr="009C54AE" w:rsidRDefault="0085747A" w:rsidP="00C56B72">
            <w:pPr>
              <w:pStyle w:val="Punktygwne"/>
              <w:spacing w:before="40" w:after="4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EF581EB" w14:textId="77777777" w:rsidR="005E0851" w:rsidRPr="00E22ACB" w:rsidRDefault="005E0851" w:rsidP="005E0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E22ACB">
              <w:rPr>
                <w:rFonts w:ascii="Corbel" w:hAnsi="Corbel"/>
                <w:b w:val="0"/>
                <w:smallCaps w:val="0"/>
                <w:szCs w:val="20"/>
              </w:rPr>
              <w:t>Student powinien posiadać wiedzę z zakresu prawa, pracy socjalnej. Powinien również posiadać wiedzę w zakresie funkcjonowania pomocy społecznej i sposobów rozwiązywania problemów i kwestii z zakresu pracy socjalnej.</w:t>
            </w:r>
          </w:p>
          <w:p w14:paraId="0B8604B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A88A7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D50F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BFE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D38D0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D539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0851" w:rsidRPr="009C54AE" w14:paraId="4AFA2B09" w14:textId="77777777" w:rsidTr="0073452F">
        <w:tc>
          <w:tcPr>
            <w:tcW w:w="851" w:type="dxa"/>
            <w:vAlign w:val="center"/>
          </w:tcPr>
          <w:p w14:paraId="461470A8" w14:textId="77777777"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32BFF0" w14:textId="77777777" w:rsidR="005E0851" w:rsidRPr="00E22ACB" w:rsidRDefault="00C56B72" w:rsidP="0073452F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Zapoznanie studenta z 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podstawow</w:t>
            </w: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>ymi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pojęcia</w:t>
            </w: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>mi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zakresu pomocy społecznej, prawa socjalnego,</w:t>
            </w:r>
          </w:p>
        </w:tc>
      </w:tr>
      <w:tr w:rsidR="005E0851" w:rsidRPr="009C54AE" w14:paraId="6FB51F7A" w14:textId="77777777" w:rsidTr="0073452F">
        <w:tc>
          <w:tcPr>
            <w:tcW w:w="851" w:type="dxa"/>
            <w:vAlign w:val="center"/>
          </w:tcPr>
          <w:p w14:paraId="7A51D1BB" w14:textId="77777777" w:rsidR="005E0851" w:rsidRPr="00F14118" w:rsidRDefault="005E0851" w:rsidP="007345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E7EE7E" w14:textId="77777777" w:rsidR="005E0851" w:rsidRPr="00E22ACB" w:rsidRDefault="00C56B72" w:rsidP="00C56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22ACB">
              <w:rPr>
                <w:rFonts w:ascii="Corbel" w:hAnsi="Corbel"/>
                <w:b w:val="0"/>
                <w:sz w:val="20"/>
              </w:rPr>
              <w:t xml:space="preserve">Zapoznanie studenta z </w:t>
            </w:r>
            <w:r w:rsidR="005E0851" w:rsidRPr="00E22ACB">
              <w:rPr>
                <w:rFonts w:ascii="Corbel" w:hAnsi="Corbel"/>
                <w:b w:val="0"/>
                <w:sz w:val="20"/>
              </w:rPr>
              <w:t xml:space="preserve"> procedur</w:t>
            </w:r>
            <w:r w:rsidRPr="00E22ACB">
              <w:rPr>
                <w:rFonts w:ascii="Corbel" w:hAnsi="Corbel"/>
                <w:b w:val="0"/>
                <w:sz w:val="20"/>
              </w:rPr>
              <w:t xml:space="preserve">ami </w:t>
            </w:r>
            <w:r w:rsidR="005E0851" w:rsidRPr="00E22ACB">
              <w:rPr>
                <w:rFonts w:ascii="Corbel" w:hAnsi="Corbel"/>
                <w:b w:val="0"/>
                <w:sz w:val="20"/>
              </w:rPr>
              <w:t xml:space="preserve"> przyznawania świadczeń z zakresu pomocy społecznej, zabezpieczenia społecznego oraz świadczeń rodzinnych.</w:t>
            </w:r>
          </w:p>
        </w:tc>
      </w:tr>
      <w:tr w:rsidR="005E0851" w:rsidRPr="009C54AE" w14:paraId="35BD0A99" w14:textId="77777777" w:rsidTr="0073452F">
        <w:tc>
          <w:tcPr>
            <w:tcW w:w="851" w:type="dxa"/>
            <w:vAlign w:val="center"/>
          </w:tcPr>
          <w:p w14:paraId="12858502" w14:textId="77777777"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4C509B" w14:textId="77777777" w:rsidR="005E0851" w:rsidRPr="00E22ACB" w:rsidRDefault="00C56B72" w:rsidP="003E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22ACB">
              <w:rPr>
                <w:rFonts w:ascii="Corbel" w:hAnsi="Corbel"/>
                <w:b w:val="0"/>
                <w:sz w:val="20"/>
              </w:rPr>
              <w:t xml:space="preserve">Zapoznanie studenta  z </w:t>
            </w:r>
            <w:r w:rsidR="003E2AE0" w:rsidRPr="00E22ACB">
              <w:rPr>
                <w:rFonts w:ascii="Corbel" w:hAnsi="Corbel"/>
                <w:b w:val="0"/>
                <w:sz w:val="20"/>
              </w:rPr>
              <w:t xml:space="preserve">materiałem z zakresu </w:t>
            </w:r>
            <w:r w:rsidR="005E0851" w:rsidRPr="00E22ACB">
              <w:rPr>
                <w:rFonts w:ascii="Corbel" w:hAnsi="Corbel"/>
                <w:b w:val="0"/>
                <w:sz w:val="20"/>
              </w:rPr>
              <w:t xml:space="preserve"> przyznawania osobom uprawnionym  świadczeń z funduszu alimentacyjnego</w:t>
            </w:r>
          </w:p>
        </w:tc>
      </w:tr>
      <w:tr w:rsidR="005E0851" w:rsidRPr="009C54AE" w14:paraId="55C7CB33" w14:textId="77777777" w:rsidTr="0073452F">
        <w:tc>
          <w:tcPr>
            <w:tcW w:w="851" w:type="dxa"/>
            <w:vAlign w:val="center"/>
          </w:tcPr>
          <w:p w14:paraId="304C6394" w14:textId="77777777"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94EFFD" w14:textId="77777777" w:rsidR="005E0851" w:rsidRPr="00E22ACB" w:rsidRDefault="003E2AE0" w:rsidP="003E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22ACB">
              <w:rPr>
                <w:rFonts w:ascii="Corbel" w:hAnsi="Corbel"/>
                <w:b w:val="0"/>
                <w:sz w:val="20"/>
              </w:rPr>
              <w:t>Zapoznanie studenta z</w:t>
            </w:r>
            <w:r w:rsidR="005E0851" w:rsidRPr="00E22ACB">
              <w:rPr>
                <w:rFonts w:ascii="Corbel" w:hAnsi="Corbel"/>
                <w:b w:val="0"/>
                <w:sz w:val="20"/>
              </w:rPr>
              <w:t xml:space="preserve"> system</w:t>
            </w:r>
            <w:r w:rsidRPr="00E22ACB">
              <w:rPr>
                <w:rFonts w:ascii="Corbel" w:hAnsi="Corbel"/>
                <w:b w:val="0"/>
                <w:sz w:val="20"/>
              </w:rPr>
              <w:t xml:space="preserve">ami </w:t>
            </w:r>
            <w:r w:rsidR="005E0851" w:rsidRPr="00E22ACB">
              <w:rPr>
                <w:rFonts w:ascii="Corbel" w:hAnsi="Corbel"/>
                <w:b w:val="0"/>
                <w:sz w:val="20"/>
              </w:rPr>
              <w:t xml:space="preserve"> pomocy społecznej w wybranych krajach europejskich</w:t>
            </w:r>
          </w:p>
        </w:tc>
      </w:tr>
    </w:tbl>
    <w:p w14:paraId="6CCB3A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A214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40AE5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2081038" w14:textId="77777777" w:rsidTr="0071620A">
        <w:tc>
          <w:tcPr>
            <w:tcW w:w="1701" w:type="dxa"/>
            <w:vAlign w:val="center"/>
          </w:tcPr>
          <w:p w14:paraId="510C97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2422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4910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5F73" w:rsidRPr="009C54AE" w14:paraId="535E5BCA" w14:textId="77777777" w:rsidTr="005E6E85">
        <w:tc>
          <w:tcPr>
            <w:tcW w:w="1701" w:type="dxa"/>
          </w:tcPr>
          <w:p w14:paraId="6A632063" w14:textId="77777777" w:rsidR="00375F73" w:rsidRDefault="00375F73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7DE7351" w14:textId="77777777" w:rsidR="00375F73" w:rsidRPr="00E22ACB" w:rsidRDefault="00BD0936" w:rsidP="00177A7C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E22ACB">
              <w:rPr>
                <w:rStyle w:val="wrtext"/>
                <w:rFonts w:ascii="Corbel" w:hAnsi="Corbel"/>
              </w:rPr>
              <w:t xml:space="preserve">Zna typowe struktury i instytucje prawne w szczególności te, które składają się na system pomocy społecznej </w:t>
            </w:r>
            <w:r w:rsidR="00096048">
              <w:rPr>
                <w:rStyle w:val="wrtext"/>
                <w:rFonts w:ascii="Corbel" w:hAnsi="Corbel"/>
              </w:rPr>
              <w:t>oraz ich instrumenty formalno- prawne</w:t>
            </w:r>
          </w:p>
        </w:tc>
        <w:tc>
          <w:tcPr>
            <w:tcW w:w="1873" w:type="dxa"/>
          </w:tcPr>
          <w:p w14:paraId="2BFAE635" w14:textId="77777777" w:rsidR="00375F73" w:rsidRDefault="00375F73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14:paraId="03D1FC94" w14:textId="77777777" w:rsidTr="005E6E85">
        <w:tc>
          <w:tcPr>
            <w:tcW w:w="1701" w:type="dxa"/>
          </w:tcPr>
          <w:p w14:paraId="65F43A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7E1CC8" w14:textId="77777777" w:rsidR="0085747A" w:rsidRPr="008A03DC" w:rsidRDefault="00BD0936" w:rsidP="008A03DC">
            <w:pPr>
              <w:rPr>
                <w:rFonts w:ascii="Corbel" w:hAnsi="Corbel"/>
              </w:rPr>
            </w:pPr>
            <w:r w:rsidRPr="00E22ACB">
              <w:rPr>
                <w:rStyle w:val="wrtext"/>
                <w:rFonts w:ascii="Corbel" w:hAnsi="Corbel"/>
              </w:rPr>
              <w:t xml:space="preserve">Student </w:t>
            </w:r>
            <w:r w:rsidR="008A03DC">
              <w:rPr>
                <w:rStyle w:val="wrtext"/>
                <w:rFonts w:ascii="Corbel" w:hAnsi="Corbel"/>
              </w:rPr>
              <w:t xml:space="preserve">zna normy prawne z zakresu prawa socjalnego, oraz zawodowe, etyczne i reguły organizujące struktury i instytucje społeczne działające na rzecz integracji społecznej oraz  współpracy z otoczeniem , systemy normatywno- prawne i mechanizmy kontroli społecznej, zgodne z zasadami </w:t>
            </w:r>
            <w:r w:rsidR="008C762A">
              <w:rPr>
                <w:rStyle w:val="wrtext"/>
                <w:rFonts w:ascii="Corbel" w:hAnsi="Corbel"/>
              </w:rPr>
              <w:t>etyki zawodowej, cele organizacji, funkcje struktury i instytucje  społeczne oraz rządzące nimi prawidłowości .</w:t>
            </w:r>
          </w:p>
        </w:tc>
        <w:tc>
          <w:tcPr>
            <w:tcW w:w="1873" w:type="dxa"/>
          </w:tcPr>
          <w:p w14:paraId="3223005F" w14:textId="77777777" w:rsidR="0085747A" w:rsidRPr="009C54AE" w:rsidRDefault="00375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5F55D3D" w14:textId="77777777" w:rsidTr="005E6E85">
        <w:tc>
          <w:tcPr>
            <w:tcW w:w="1701" w:type="dxa"/>
          </w:tcPr>
          <w:p w14:paraId="29D378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E40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D04127" w14:textId="77777777" w:rsidR="0085747A" w:rsidRPr="00E22ACB" w:rsidRDefault="008C762A" w:rsidP="00BD0936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Style w:val="wrtext"/>
              </w:rPr>
              <w:t>Student potrafi  prawidłowo interpretować zjawiska społeczne i identyfikować ich związek z problematyką pracy socjalnej, prawidłowo rozróżniać zjawiska społeczne, w tym również prawne istotne dla procesów kształtujących problemy związane z pracą socjalną.</w:t>
            </w:r>
          </w:p>
        </w:tc>
        <w:tc>
          <w:tcPr>
            <w:tcW w:w="1873" w:type="dxa"/>
          </w:tcPr>
          <w:p w14:paraId="4060359B" w14:textId="77777777" w:rsidR="0085747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0E402A" w:rsidRPr="009C54AE" w14:paraId="067ED873" w14:textId="77777777" w:rsidTr="005E6E85">
        <w:tc>
          <w:tcPr>
            <w:tcW w:w="1701" w:type="dxa"/>
          </w:tcPr>
          <w:p w14:paraId="7106D682" w14:textId="77777777" w:rsidR="000E402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E6021E7" w14:textId="77777777" w:rsidR="000E402A" w:rsidRPr="00E22ACB" w:rsidRDefault="00BD0936" w:rsidP="008C762A">
            <w:pPr>
              <w:rPr>
                <w:rFonts w:ascii="Corbel" w:hAnsi="Corbel"/>
                <w:b/>
                <w:smallCaps/>
                <w:szCs w:val="24"/>
              </w:rPr>
            </w:pPr>
            <w:r w:rsidRPr="00E22ACB">
              <w:rPr>
                <w:rStyle w:val="wrtext"/>
                <w:rFonts w:ascii="Corbel" w:hAnsi="Corbel"/>
              </w:rPr>
              <w:t xml:space="preserve">Student </w:t>
            </w:r>
            <w:r w:rsidR="008C762A">
              <w:rPr>
                <w:rStyle w:val="wrtext"/>
                <w:rFonts w:ascii="Corbel" w:hAnsi="Corbel"/>
              </w:rPr>
              <w:t xml:space="preserve">umie samodzielnie posługiwać się </w:t>
            </w:r>
            <w:r w:rsidR="000F208C">
              <w:rPr>
                <w:rStyle w:val="wrtext"/>
                <w:rFonts w:ascii="Corbel" w:hAnsi="Corbel"/>
              </w:rPr>
              <w:t>systemami normatywnymi oraz wybranymi normami prawnymi w celu rozwiązywania konkretnych zadań z zakresu pracy socjalnej.</w:t>
            </w:r>
          </w:p>
        </w:tc>
        <w:tc>
          <w:tcPr>
            <w:tcW w:w="1873" w:type="dxa"/>
          </w:tcPr>
          <w:p w14:paraId="39016B51" w14:textId="77777777" w:rsidR="000E402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B42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299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94AE9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0FA96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5F8301" w14:textId="77777777" w:rsidTr="00923D7D">
        <w:tc>
          <w:tcPr>
            <w:tcW w:w="9639" w:type="dxa"/>
          </w:tcPr>
          <w:p w14:paraId="18687B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CEE394" w14:textId="77777777" w:rsidTr="00923D7D">
        <w:tc>
          <w:tcPr>
            <w:tcW w:w="9639" w:type="dxa"/>
          </w:tcPr>
          <w:p w14:paraId="1A31C7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52BDD4E" w14:textId="77777777" w:rsidTr="00923D7D">
        <w:tc>
          <w:tcPr>
            <w:tcW w:w="9639" w:type="dxa"/>
          </w:tcPr>
          <w:p w14:paraId="55FD65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605112" w14:textId="77777777" w:rsidTr="00923D7D">
        <w:tc>
          <w:tcPr>
            <w:tcW w:w="9639" w:type="dxa"/>
          </w:tcPr>
          <w:p w14:paraId="2ED5E93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130F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70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00782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E1377" w:rsidRPr="009C54AE" w14:paraId="2EE527F5" w14:textId="77777777" w:rsidTr="00177A7C">
        <w:tc>
          <w:tcPr>
            <w:tcW w:w="9639" w:type="dxa"/>
          </w:tcPr>
          <w:p w14:paraId="620D2F87" w14:textId="77777777" w:rsidR="002E1377" w:rsidRPr="009C54AE" w:rsidRDefault="002E1377" w:rsidP="00177A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1377" w:rsidRPr="009C54AE" w14:paraId="70172135" w14:textId="77777777" w:rsidTr="00177A7C">
        <w:tc>
          <w:tcPr>
            <w:tcW w:w="9639" w:type="dxa"/>
          </w:tcPr>
          <w:p w14:paraId="283ABAA5" w14:textId="77777777"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D8473D">
              <w:t>Charakterystyka pomocy społecznej</w:t>
            </w:r>
          </w:p>
        </w:tc>
      </w:tr>
      <w:tr w:rsidR="002E1377" w:rsidRPr="009C54AE" w14:paraId="4056A3A6" w14:textId="77777777" w:rsidTr="00177A7C">
        <w:tc>
          <w:tcPr>
            <w:tcW w:w="9639" w:type="dxa"/>
          </w:tcPr>
          <w:p w14:paraId="4261E338" w14:textId="77777777"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 xml:space="preserve"> Pomoc społeczna w systemie prawa</w:t>
            </w:r>
            <w:r>
              <w:tab/>
            </w:r>
          </w:p>
        </w:tc>
      </w:tr>
      <w:tr w:rsidR="002E1377" w:rsidRPr="009C54AE" w14:paraId="2A60B75D" w14:textId="77777777" w:rsidTr="00177A7C">
        <w:tc>
          <w:tcPr>
            <w:tcW w:w="9639" w:type="dxa"/>
          </w:tcPr>
          <w:p w14:paraId="56D0FC02" w14:textId="77777777"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Charakterystyka świadcze</w:t>
            </w:r>
            <w:r>
              <w:t xml:space="preserve">ń z pomocy społecznej, </w:t>
            </w:r>
          </w:p>
        </w:tc>
      </w:tr>
      <w:tr w:rsidR="002E1377" w:rsidRPr="009C54AE" w14:paraId="205F46BA" w14:textId="77777777" w:rsidTr="00177A7C">
        <w:tc>
          <w:tcPr>
            <w:tcW w:w="9639" w:type="dxa"/>
          </w:tcPr>
          <w:p w14:paraId="5B672E12" w14:textId="77777777"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Świadczenia niepieniężne z pomocy społecznej</w:t>
            </w:r>
            <w:r>
              <w:t>,</w:t>
            </w:r>
          </w:p>
        </w:tc>
      </w:tr>
      <w:tr w:rsidR="002E1377" w:rsidRPr="009C54AE" w14:paraId="7BF445B0" w14:textId="77777777" w:rsidTr="00177A7C">
        <w:tc>
          <w:tcPr>
            <w:tcW w:w="9639" w:type="dxa"/>
          </w:tcPr>
          <w:p w14:paraId="02290D6A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Rola rodziny w ustawie o pomocy społecznej</w:t>
            </w:r>
          </w:p>
        </w:tc>
      </w:tr>
      <w:tr w:rsidR="002E1377" w:rsidRPr="009C54AE" w14:paraId="76DF695E" w14:textId="77777777" w:rsidTr="00177A7C">
        <w:tc>
          <w:tcPr>
            <w:tcW w:w="9639" w:type="dxa"/>
          </w:tcPr>
          <w:p w14:paraId="65227B41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Świadczenia alimentacyjne z Funduszu Alimentacyjnego</w:t>
            </w:r>
          </w:p>
        </w:tc>
      </w:tr>
      <w:tr w:rsidR="002E1377" w:rsidRPr="009C54AE" w14:paraId="12DF4301" w14:textId="77777777" w:rsidTr="00177A7C">
        <w:tc>
          <w:tcPr>
            <w:tcW w:w="9639" w:type="dxa"/>
          </w:tcPr>
          <w:p w14:paraId="73DA258B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Pomoc społeczna a prawo socjalne. Podstawowe zagadnienia z zakresu prawa pracy</w:t>
            </w:r>
          </w:p>
        </w:tc>
      </w:tr>
      <w:tr w:rsidR="002E1377" w:rsidRPr="009C54AE" w14:paraId="7B406938" w14:textId="77777777" w:rsidTr="00177A7C">
        <w:tc>
          <w:tcPr>
            <w:tcW w:w="9639" w:type="dxa"/>
          </w:tcPr>
          <w:p w14:paraId="1A1A3A6F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Stosunek pracy, strony stosunku pracy. Nawiązanie umowy o pracę. Rodzaje umów o pracę w prawie pracy,</w:t>
            </w:r>
          </w:p>
        </w:tc>
      </w:tr>
      <w:tr w:rsidR="002E1377" w:rsidRPr="009C54AE" w14:paraId="4A3541D4" w14:textId="77777777" w:rsidTr="00177A7C">
        <w:tc>
          <w:tcPr>
            <w:tcW w:w="9639" w:type="dxa"/>
          </w:tcPr>
          <w:p w14:paraId="711192AF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Wypowiedzenie umowy o pracę. Uprawienia zwalnianych pracowników</w:t>
            </w:r>
          </w:p>
        </w:tc>
      </w:tr>
      <w:tr w:rsidR="002E1377" w:rsidRPr="009C54AE" w14:paraId="2E05CDD6" w14:textId="77777777" w:rsidTr="00177A7C">
        <w:tc>
          <w:tcPr>
            <w:tcW w:w="9639" w:type="dxa"/>
          </w:tcPr>
          <w:p w14:paraId="782B3E66" w14:textId="77777777"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Uprawnienia pracownika- rodzica,</w:t>
            </w:r>
          </w:p>
        </w:tc>
      </w:tr>
      <w:tr w:rsidR="002E1377" w:rsidRPr="009C54AE" w14:paraId="7F6C25C5" w14:textId="77777777" w:rsidTr="00177A7C">
        <w:tc>
          <w:tcPr>
            <w:tcW w:w="9639" w:type="dxa"/>
          </w:tcPr>
          <w:p w14:paraId="2FB64B1B" w14:textId="77777777"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Pomoc społe</w:t>
            </w:r>
            <w:r>
              <w:t xml:space="preserve">czna a ubezpieczenia społeczne </w:t>
            </w:r>
          </w:p>
        </w:tc>
      </w:tr>
      <w:tr w:rsidR="002E1377" w:rsidRPr="009C54AE" w14:paraId="44C615A5" w14:textId="77777777" w:rsidTr="00177A7C">
        <w:tc>
          <w:tcPr>
            <w:tcW w:w="9639" w:type="dxa"/>
          </w:tcPr>
          <w:p w14:paraId="72F1E409" w14:textId="77777777"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Zasiłek chorobowy, macierzyński, opiekuńczy- ogólna charakterystyka,</w:t>
            </w:r>
          </w:p>
        </w:tc>
      </w:tr>
      <w:tr w:rsidR="002E1377" w:rsidRPr="009C54AE" w14:paraId="73D2EC84" w14:textId="77777777" w:rsidTr="00177A7C">
        <w:tc>
          <w:tcPr>
            <w:tcW w:w="9639" w:type="dxa"/>
          </w:tcPr>
          <w:p w14:paraId="7E3935D3" w14:textId="77777777"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Emerytura, renta oraz świadczenia w razie wypadku przy pracy</w:t>
            </w:r>
          </w:p>
        </w:tc>
      </w:tr>
      <w:tr w:rsidR="002E1377" w:rsidRPr="009C54AE" w14:paraId="0D8BE66C" w14:textId="77777777" w:rsidTr="00177A7C">
        <w:tc>
          <w:tcPr>
            <w:tcW w:w="9639" w:type="dxa"/>
          </w:tcPr>
          <w:p w14:paraId="7DC8705F" w14:textId="77777777"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Kolokwium sprawdzające wiedzę studenta.</w:t>
            </w:r>
          </w:p>
        </w:tc>
      </w:tr>
    </w:tbl>
    <w:p w14:paraId="4B138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E5A49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E8E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D6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161A6" w14:textId="77777777" w:rsidR="0039308C" w:rsidRPr="00304028" w:rsidRDefault="003C2754" w:rsidP="003930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39308C" w:rsidRPr="00304028">
        <w:rPr>
          <w:rFonts w:ascii="Corbel" w:hAnsi="Corbel"/>
          <w:smallCaps w:val="0"/>
          <w:szCs w:val="24"/>
        </w:rPr>
        <w:t>: analiza tekstów z dyskusją, praca w grupach, prezentacje</w:t>
      </w:r>
    </w:p>
    <w:p w14:paraId="637C0C1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9F3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23EBB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A4B01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80486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320B4" w:rsidRPr="009C54AE" w14:paraId="673521BB" w14:textId="77777777" w:rsidTr="00177A7C">
        <w:tc>
          <w:tcPr>
            <w:tcW w:w="2410" w:type="dxa"/>
            <w:vAlign w:val="center"/>
          </w:tcPr>
          <w:p w14:paraId="109E1C11" w14:textId="77777777"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CA7661C" w14:textId="77777777"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01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D0500E9" w14:textId="77777777"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00C216" w14:textId="77777777"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229EDB" w14:textId="77777777"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20B4" w:rsidRPr="005E6E85" w14:paraId="5161D35B" w14:textId="77777777" w:rsidTr="00177A7C">
        <w:tc>
          <w:tcPr>
            <w:tcW w:w="2410" w:type="dxa"/>
          </w:tcPr>
          <w:p w14:paraId="7C5BEB88" w14:textId="77777777" w:rsidR="00D320B4" w:rsidRPr="009C54AE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6D67B01F" w14:textId="77777777" w:rsidR="00D320B4" w:rsidRPr="005E6E85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3DDC8EDF" w14:textId="77777777" w:rsidR="00D320B4" w:rsidRPr="005E6E85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:rsidRPr="005E6E85" w14:paraId="11B18FC7" w14:textId="77777777" w:rsidTr="00177A7C">
        <w:tc>
          <w:tcPr>
            <w:tcW w:w="2410" w:type="dxa"/>
          </w:tcPr>
          <w:p w14:paraId="30F63BCD" w14:textId="77777777" w:rsidR="00D320B4" w:rsidRPr="009C54AE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7160F6F8" w14:textId="77777777"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2FEF7D95" w14:textId="77777777" w:rsidR="00D320B4" w:rsidRPr="005E6E85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14:paraId="24BD93BF" w14:textId="77777777" w:rsidTr="00177A7C">
        <w:tc>
          <w:tcPr>
            <w:tcW w:w="2410" w:type="dxa"/>
          </w:tcPr>
          <w:p w14:paraId="63E5862E" w14:textId="77777777" w:rsidR="00D320B4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77597816" w14:textId="77777777"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3E60DAFB" w14:textId="77777777" w:rsidR="00D320B4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14:paraId="477DC9CD" w14:textId="77777777" w:rsidTr="00177A7C">
        <w:tc>
          <w:tcPr>
            <w:tcW w:w="2410" w:type="dxa"/>
          </w:tcPr>
          <w:p w14:paraId="17D9C195" w14:textId="77777777" w:rsidR="00D320B4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7E437A4" w14:textId="77777777"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14:paraId="29373F22" w14:textId="77777777" w:rsidR="00D320B4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Konwersatorium </w:t>
            </w:r>
          </w:p>
        </w:tc>
      </w:tr>
    </w:tbl>
    <w:p w14:paraId="3FB39E2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83A963" w14:textId="77777777" w:rsidTr="00923D7D">
        <w:tc>
          <w:tcPr>
            <w:tcW w:w="9670" w:type="dxa"/>
          </w:tcPr>
          <w:p w14:paraId="68C63D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440EBD" w14:textId="77777777" w:rsidR="0018221F" w:rsidRPr="00BB0777" w:rsidRDefault="0018221F" w:rsidP="0018221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05F6329E" w14:textId="77777777" w:rsidR="0018221F" w:rsidRPr="00BB0777" w:rsidRDefault="0018221F" w:rsidP="0018221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51009597" w14:textId="77777777"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1E77928E" w14:textId="77777777"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6C3E1D1C" w14:textId="77777777"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25EFBEF9" w14:textId="77777777"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797E1D69" w14:textId="77777777"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763B45DE" w14:textId="77777777" w:rsidR="0018221F" w:rsidRPr="00BB0777" w:rsidRDefault="0018221F" w:rsidP="001822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5AF4583F" w14:textId="77777777" w:rsidR="0018221F" w:rsidRPr="009C54AE" w:rsidRDefault="0018221F" w:rsidP="001822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lastRenderedPageBreak/>
              <w:t>Ocena za projekt- 50% oceny końcowej</w:t>
            </w:r>
          </w:p>
          <w:p w14:paraId="6AEA59CD" w14:textId="77777777" w:rsidR="00D320B4" w:rsidRPr="009C54AE" w:rsidRDefault="00D320B4" w:rsidP="00D320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840369" w14:textId="77777777" w:rsidR="0085747A" w:rsidRPr="009C54AE" w:rsidRDefault="0085747A" w:rsidP="001822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0617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D8F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E1377" w:rsidRPr="009C54AE" w14:paraId="70679ECA" w14:textId="77777777" w:rsidTr="00177A7C">
        <w:tc>
          <w:tcPr>
            <w:tcW w:w="4962" w:type="dxa"/>
            <w:vAlign w:val="center"/>
          </w:tcPr>
          <w:p w14:paraId="174972CB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7C58AB8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1377" w:rsidRPr="009C54AE" w14:paraId="5F8FCC43" w14:textId="77777777" w:rsidTr="00177A7C">
        <w:tc>
          <w:tcPr>
            <w:tcW w:w="4962" w:type="dxa"/>
          </w:tcPr>
          <w:p w14:paraId="5243A597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347597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2E1377" w:rsidRPr="009C54AE" w14:paraId="2EB0E072" w14:textId="77777777" w:rsidTr="00177A7C">
        <w:tc>
          <w:tcPr>
            <w:tcW w:w="4962" w:type="dxa"/>
          </w:tcPr>
          <w:p w14:paraId="2A9C1F33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65C0D8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A3E5BA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2E1377" w:rsidRPr="009C54AE" w14:paraId="55240958" w14:textId="77777777" w:rsidTr="00177A7C">
        <w:tc>
          <w:tcPr>
            <w:tcW w:w="4962" w:type="dxa"/>
          </w:tcPr>
          <w:p w14:paraId="529F4104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28E1ADB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A92CAE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2E1377" w:rsidRPr="009C54AE" w14:paraId="4D24F83F" w14:textId="77777777" w:rsidTr="00177A7C">
        <w:tc>
          <w:tcPr>
            <w:tcW w:w="4962" w:type="dxa"/>
          </w:tcPr>
          <w:p w14:paraId="628751A7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5467F4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w:rsidR="002E1377" w:rsidRPr="009C54AE" w14:paraId="3FA646FA" w14:textId="77777777" w:rsidTr="00177A7C">
        <w:tc>
          <w:tcPr>
            <w:tcW w:w="4962" w:type="dxa"/>
          </w:tcPr>
          <w:p w14:paraId="1E54656D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C3C697" w14:textId="77777777"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FDC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D007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C95BD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4D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687FD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EB2BA1" w14:textId="77777777" w:rsidTr="0071620A">
        <w:trPr>
          <w:trHeight w:val="397"/>
        </w:trPr>
        <w:tc>
          <w:tcPr>
            <w:tcW w:w="3544" w:type="dxa"/>
          </w:tcPr>
          <w:p w14:paraId="7A26FB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9E24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6DC1AB" w14:textId="77777777" w:rsidTr="0071620A">
        <w:trPr>
          <w:trHeight w:val="397"/>
        </w:trPr>
        <w:tc>
          <w:tcPr>
            <w:tcW w:w="3544" w:type="dxa"/>
          </w:tcPr>
          <w:p w14:paraId="35F56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5F69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AB8A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562E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0FCA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2242" w:rsidRPr="008A66AE" w14:paraId="6BE03CCB" w14:textId="77777777" w:rsidTr="00FD3CD3">
        <w:trPr>
          <w:trHeight w:val="397"/>
        </w:trPr>
        <w:tc>
          <w:tcPr>
            <w:tcW w:w="7513" w:type="dxa"/>
          </w:tcPr>
          <w:p w14:paraId="366BBBFC" w14:textId="77777777" w:rsidR="00842242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17814C" w14:textId="77777777" w:rsidR="00842242" w:rsidRPr="008A66AE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6AE">
              <w:rPr>
                <w:rFonts w:ascii="Corbel" w:hAnsi="Corbel"/>
                <w:b w:val="0"/>
                <w:smallCaps w:val="0"/>
                <w:szCs w:val="24"/>
              </w:rPr>
              <w:t xml:space="preserve">Muszalski W. (2010). </w:t>
            </w:r>
            <w:r w:rsidRPr="008A66AE">
              <w:rPr>
                <w:rFonts w:ascii="Corbel" w:hAnsi="Corbel"/>
                <w:b w:val="0"/>
                <w:i/>
                <w:smallCaps w:val="0"/>
                <w:szCs w:val="24"/>
              </w:rPr>
              <w:t>Prawo socjalne</w:t>
            </w:r>
            <w:r w:rsidRPr="008A66AE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46C8223E" w14:textId="77777777" w:rsidR="00842242" w:rsidRPr="008A66AE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6AE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8A66AE">
              <w:rPr>
                <w:rFonts w:ascii="Corbel" w:hAnsi="Corbel"/>
                <w:b w:val="0"/>
                <w:i/>
                <w:smallCaps w:val="0"/>
                <w:szCs w:val="24"/>
              </w:rPr>
              <w:t>Prawo do pomocy społecznej w polskim systemie prawnym</w:t>
            </w:r>
            <w:r w:rsidRPr="008A66AE">
              <w:rPr>
                <w:rFonts w:ascii="Corbel" w:hAnsi="Corbel"/>
                <w:b w:val="0"/>
                <w:smallCaps w:val="0"/>
                <w:szCs w:val="24"/>
              </w:rPr>
              <w:t>. Warszawa: WKP.</w:t>
            </w:r>
          </w:p>
          <w:p w14:paraId="06D67201" w14:textId="77777777" w:rsidR="00842242" w:rsidRPr="008A66AE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6AE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8A66AE">
              <w:rPr>
                <w:rFonts w:ascii="Corbel" w:hAnsi="Corbel"/>
                <w:b w:val="0"/>
                <w:i/>
                <w:smallCaps w:val="0"/>
                <w:szCs w:val="24"/>
              </w:rPr>
              <w:t>Prawo pomocy społecznej</w:t>
            </w:r>
            <w:r w:rsidRPr="008A66AE">
              <w:rPr>
                <w:rFonts w:ascii="Corbel" w:hAnsi="Corbel"/>
                <w:b w:val="0"/>
                <w:smallCaps w:val="0"/>
                <w:szCs w:val="24"/>
              </w:rPr>
              <w:t xml:space="preserve">. Warszawa: Lex a Wolter </w:t>
            </w:r>
            <w:proofErr w:type="spellStart"/>
            <w:r w:rsidRPr="008A66AE">
              <w:rPr>
                <w:rFonts w:ascii="Corbel" w:hAnsi="Corbel"/>
                <w:b w:val="0"/>
                <w:smallCaps w:val="0"/>
                <w:szCs w:val="24"/>
              </w:rPr>
              <w:t>Kluwers</w:t>
            </w:r>
            <w:proofErr w:type="spellEnd"/>
            <w:r w:rsidRPr="008A66AE">
              <w:rPr>
                <w:rFonts w:ascii="Corbel" w:hAnsi="Corbel"/>
                <w:b w:val="0"/>
                <w:smallCaps w:val="0"/>
                <w:szCs w:val="24"/>
              </w:rPr>
              <w:t xml:space="preserve"> Polska.</w:t>
            </w:r>
          </w:p>
        </w:tc>
      </w:tr>
      <w:tr w:rsidR="00842242" w:rsidRPr="00A4098F" w14:paraId="0506E49B" w14:textId="77777777" w:rsidTr="00FD3CD3">
        <w:trPr>
          <w:trHeight w:val="397"/>
        </w:trPr>
        <w:tc>
          <w:tcPr>
            <w:tcW w:w="7513" w:type="dxa"/>
          </w:tcPr>
          <w:p w14:paraId="14892CF0" w14:textId="77777777" w:rsidR="00842242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8DA9F5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>Kodeks postępowania administracyjnego z dnia 14 czerwca 1960 (Dz.U.2013.267)</w:t>
            </w:r>
          </w:p>
          <w:p w14:paraId="6EBE13BD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 xml:space="preserve">Mrozek P. (2014) </w:t>
            </w:r>
            <w:r w:rsidRPr="00A4098F">
              <w:rPr>
                <w:rFonts w:ascii="Corbel" w:hAnsi="Corbel"/>
                <w:b w:val="0"/>
                <w:i/>
                <w:smallCaps w:val="0"/>
              </w:rPr>
              <w:t>Świadczenia rodzinne. Procedury i zasady przyznawania prawa do świadczeń w praktyce</w:t>
            </w:r>
            <w:r w:rsidRPr="00A4098F">
              <w:rPr>
                <w:rFonts w:ascii="Corbel" w:hAnsi="Corbel"/>
                <w:b w:val="0"/>
                <w:smallCaps w:val="0"/>
              </w:rPr>
              <w:t>. Warszawa: C.H. Beck.</w:t>
            </w:r>
          </w:p>
          <w:p w14:paraId="0D081DB1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 xml:space="preserve">Mrozek P. (2014). </w:t>
            </w:r>
            <w:r w:rsidRPr="00A4098F">
              <w:rPr>
                <w:rFonts w:ascii="Corbel" w:hAnsi="Corbel"/>
                <w:b w:val="0"/>
                <w:i/>
                <w:smallCaps w:val="0"/>
              </w:rPr>
              <w:t>Fundusz alimentacyjny</w:t>
            </w:r>
            <w:r w:rsidRPr="00A4098F">
              <w:rPr>
                <w:rFonts w:ascii="Corbel" w:hAnsi="Corbel"/>
                <w:b w:val="0"/>
                <w:smallCaps w:val="0"/>
              </w:rPr>
              <w:t>. Warszawa: C.H. Beck.</w:t>
            </w:r>
          </w:p>
          <w:p w14:paraId="0B67D5A9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 xml:space="preserve">Nitecki S. (2009). Pomoc społeczna. Procedury i tryb przyznawania świadczeń, Wrocław: Wydawnictwo </w:t>
            </w:r>
            <w:proofErr w:type="spellStart"/>
            <w:r w:rsidRPr="00A4098F">
              <w:rPr>
                <w:rFonts w:ascii="Corbel" w:hAnsi="Corbel"/>
                <w:b w:val="0"/>
                <w:smallCaps w:val="0"/>
              </w:rPr>
              <w:t>Gaskor</w:t>
            </w:r>
            <w:proofErr w:type="spellEnd"/>
            <w:r w:rsidRPr="00A4098F">
              <w:rPr>
                <w:rFonts w:ascii="Corbel" w:hAnsi="Corbel"/>
                <w:b w:val="0"/>
                <w:smallCaps w:val="0"/>
              </w:rPr>
              <w:t>.</w:t>
            </w:r>
          </w:p>
          <w:p w14:paraId="297C7D60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>Ustawa z dnia 27 czerwca 2003r. o rencie socjalnej (2013.982 j.t.),</w:t>
            </w:r>
          </w:p>
          <w:p w14:paraId="27E2A292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>Ustawa z dnia 7 września 2007r. o pomocy osobom uprawnionym do alimentów (Dz. U. 2012.1228 j.t),</w:t>
            </w:r>
          </w:p>
          <w:p w14:paraId="3C837496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A4098F">
              <w:rPr>
                <w:rFonts w:ascii="Corbel" w:hAnsi="Corbel"/>
                <w:b w:val="0"/>
                <w:smallCaps w:val="0"/>
              </w:rPr>
              <w:lastRenderedPageBreak/>
              <w:t>Uścińska</w:t>
            </w:r>
            <w:proofErr w:type="spellEnd"/>
            <w:r w:rsidRPr="00A4098F">
              <w:rPr>
                <w:rFonts w:ascii="Corbel" w:hAnsi="Corbel"/>
                <w:b w:val="0"/>
                <w:smallCaps w:val="0"/>
              </w:rPr>
              <w:t xml:space="preserve"> G. (2008). </w:t>
            </w:r>
            <w:r w:rsidRPr="00A4098F">
              <w:rPr>
                <w:rFonts w:ascii="Corbel" w:hAnsi="Corbel"/>
                <w:b w:val="0"/>
                <w:i/>
                <w:smallCaps w:val="0"/>
              </w:rPr>
              <w:t>Zabezpieczenie społeczne w Polsce, problemy do rozwiązywania w najbliższej przyszłości</w:t>
            </w:r>
            <w:r w:rsidRPr="00A4098F">
              <w:rPr>
                <w:rFonts w:ascii="Corbel" w:hAnsi="Corbel"/>
                <w:b w:val="0"/>
                <w:smallCaps w:val="0"/>
              </w:rPr>
              <w:t xml:space="preserve"> Warszawa: Wydawnictwo </w:t>
            </w:r>
            <w:proofErr w:type="spellStart"/>
            <w:r w:rsidRPr="00A4098F">
              <w:rPr>
                <w:rFonts w:ascii="Corbel" w:hAnsi="Corbel"/>
                <w:b w:val="0"/>
                <w:smallCaps w:val="0"/>
              </w:rPr>
              <w:t>IPiSS</w:t>
            </w:r>
            <w:proofErr w:type="spellEnd"/>
            <w:r w:rsidRPr="00A4098F">
              <w:rPr>
                <w:rFonts w:ascii="Corbel" w:hAnsi="Corbel"/>
                <w:b w:val="0"/>
                <w:smallCaps w:val="0"/>
              </w:rPr>
              <w:t>.</w:t>
            </w:r>
          </w:p>
          <w:p w14:paraId="1A1C6527" w14:textId="77777777" w:rsidR="00842242" w:rsidRPr="00A4098F" w:rsidRDefault="00842242" w:rsidP="00FD3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 xml:space="preserve">Uściska G. (2005). </w:t>
            </w:r>
            <w:r w:rsidRPr="00A4098F">
              <w:rPr>
                <w:rFonts w:ascii="Corbel" w:hAnsi="Corbel"/>
                <w:b w:val="0"/>
                <w:i/>
                <w:smallCaps w:val="0"/>
              </w:rPr>
              <w:t>Europejskie standardy zabezpieczenia społecznego a  współczesne rozwiązania polskie</w:t>
            </w:r>
            <w:r w:rsidRPr="00A4098F">
              <w:rPr>
                <w:rFonts w:ascii="Corbel" w:hAnsi="Corbel"/>
                <w:b w:val="0"/>
                <w:smallCaps w:val="0"/>
              </w:rPr>
              <w:t xml:space="preserve">. Warszawa: Wydawnictwo </w:t>
            </w:r>
            <w:proofErr w:type="spellStart"/>
            <w:r w:rsidRPr="00A4098F">
              <w:rPr>
                <w:rFonts w:ascii="Corbel" w:hAnsi="Corbel"/>
                <w:b w:val="0"/>
                <w:smallCaps w:val="0"/>
              </w:rPr>
              <w:t>IPiSS</w:t>
            </w:r>
            <w:proofErr w:type="spellEnd"/>
            <w:r w:rsidRPr="00A4098F">
              <w:rPr>
                <w:rFonts w:ascii="Corbel" w:hAnsi="Corbel"/>
                <w:b w:val="0"/>
                <w:smallCaps w:val="0"/>
              </w:rPr>
              <w:t>.</w:t>
            </w:r>
          </w:p>
          <w:p w14:paraId="4E6147A8" w14:textId="5311F240" w:rsidR="00842242" w:rsidRPr="00A4098F" w:rsidRDefault="00842242" w:rsidP="00FD3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4098F">
              <w:rPr>
                <w:rFonts w:ascii="Corbel" w:hAnsi="Corbel"/>
                <w:b w:val="0"/>
                <w:smallCaps w:val="0"/>
              </w:rPr>
              <w:t>Ustawa z dnia 12 marca 2004r. o pomocy społecznej, (Dz. U, 2015.163 j.t.)</w:t>
            </w:r>
          </w:p>
        </w:tc>
      </w:tr>
    </w:tbl>
    <w:p w14:paraId="7D521B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916D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7E1DB" w14:textId="77777777" w:rsidR="002472D4" w:rsidRDefault="002472D4" w:rsidP="00C16ABF">
      <w:pPr>
        <w:spacing w:after="0" w:line="240" w:lineRule="auto"/>
      </w:pPr>
      <w:r>
        <w:separator/>
      </w:r>
    </w:p>
  </w:endnote>
  <w:endnote w:type="continuationSeparator" w:id="0">
    <w:p w14:paraId="197A5294" w14:textId="77777777" w:rsidR="002472D4" w:rsidRDefault="002472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1FD2" w14:textId="77777777" w:rsidR="002472D4" w:rsidRDefault="002472D4" w:rsidP="00C16ABF">
      <w:pPr>
        <w:spacing w:after="0" w:line="240" w:lineRule="auto"/>
      </w:pPr>
      <w:r>
        <w:separator/>
      </w:r>
    </w:p>
  </w:footnote>
  <w:footnote w:type="continuationSeparator" w:id="0">
    <w:p w14:paraId="68BCC055" w14:textId="77777777" w:rsidR="002472D4" w:rsidRDefault="002472D4" w:rsidP="00C16ABF">
      <w:pPr>
        <w:spacing w:after="0" w:line="240" w:lineRule="auto"/>
      </w:pPr>
      <w:r>
        <w:continuationSeparator/>
      </w:r>
    </w:p>
  </w:footnote>
  <w:footnote w:id="1">
    <w:p w14:paraId="29C79D4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048"/>
    <w:rsid w:val="00096C46"/>
    <w:rsid w:val="000A296F"/>
    <w:rsid w:val="000A2A28"/>
    <w:rsid w:val="000A3CDF"/>
    <w:rsid w:val="000B192D"/>
    <w:rsid w:val="000B28EE"/>
    <w:rsid w:val="000B3E37"/>
    <w:rsid w:val="000C13D4"/>
    <w:rsid w:val="000D04B0"/>
    <w:rsid w:val="000E402A"/>
    <w:rsid w:val="000F1C57"/>
    <w:rsid w:val="000F20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8221F"/>
    <w:rsid w:val="00192F37"/>
    <w:rsid w:val="001A70D2"/>
    <w:rsid w:val="001B6E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2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73"/>
    <w:rsid w:val="0039308C"/>
    <w:rsid w:val="003A0A5B"/>
    <w:rsid w:val="003A1176"/>
    <w:rsid w:val="003C0BAE"/>
    <w:rsid w:val="003C2754"/>
    <w:rsid w:val="003D18A9"/>
    <w:rsid w:val="003D6CE2"/>
    <w:rsid w:val="003E1941"/>
    <w:rsid w:val="003E2AE0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06F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5302"/>
    <w:rsid w:val="007461D6"/>
    <w:rsid w:val="00746EC8"/>
    <w:rsid w:val="00763BF1"/>
    <w:rsid w:val="00766FD4"/>
    <w:rsid w:val="00773F6F"/>
    <w:rsid w:val="0078168C"/>
    <w:rsid w:val="00787C2A"/>
    <w:rsid w:val="00790E27"/>
    <w:rsid w:val="007A4022"/>
    <w:rsid w:val="007A631C"/>
    <w:rsid w:val="007A6E6E"/>
    <w:rsid w:val="007C3299"/>
    <w:rsid w:val="007C3BCC"/>
    <w:rsid w:val="007C4546"/>
    <w:rsid w:val="007D6E56"/>
    <w:rsid w:val="007F4155"/>
    <w:rsid w:val="00811FF1"/>
    <w:rsid w:val="0081554D"/>
    <w:rsid w:val="0081707E"/>
    <w:rsid w:val="0082119A"/>
    <w:rsid w:val="00842242"/>
    <w:rsid w:val="008449B3"/>
    <w:rsid w:val="008506FF"/>
    <w:rsid w:val="008552A2"/>
    <w:rsid w:val="0085747A"/>
    <w:rsid w:val="00884922"/>
    <w:rsid w:val="00885F64"/>
    <w:rsid w:val="008917F9"/>
    <w:rsid w:val="008A03DC"/>
    <w:rsid w:val="008A45F7"/>
    <w:rsid w:val="008C0CC0"/>
    <w:rsid w:val="008C0D0D"/>
    <w:rsid w:val="008C19A9"/>
    <w:rsid w:val="008C379D"/>
    <w:rsid w:val="008C5147"/>
    <w:rsid w:val="008C5359"/>
    <w:rsid w:val="008C5363"/>
    <w:rsid w:val="008C762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5"/>
    <w:rsid w:val="00A36899"/>
    <w:rsid w:val="00A371F6"/>
    <w:rsid w:val="00A43BF6"/>
    <w:rsid w:val="00A53FA5"/>
    <w:rsid w:val="00A54817"/>
    <w:rsid w:val="00A601C8"/>
    <w:rsid w:val="00A60799"/>
    <w:rsid w:val="00A6147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0936"/>
    <w:rsid w:val="00BD3869"/>
    <w:rsid w:val="00BD66E9"/>
    <w:rsid w:val="00BD6FF4"/>
    <w:rsid w:val="00BF2C41"/>
    <w:rsid w:val="00C0512F"/>
    <w:rsid w:val="00C058B4"/>
    <w:rsid w:val="00C05F44"/>
    <w:rsid w:val="00C131B5"/>
    <w:rsid w:val="00C16ABF"/>
    <w:rsid w:val="00C170AE"/>
    <w:rsid w:val="00C219B4"/>
    <w:rsid w:val="00C26CB7"/>
    <w:rsid w:val="00C324C1"/>
    <w:rsid w:val="00C36992"/>
    <w:rsid w:val="00C56036"/>
    <w:rsid w:val="00C56B72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3FA"/>
    <w:rsid w:val="00CF25BE"/>
    <w:rsid w:val="00CF78ED"/>
    <w:rsid w:val="00D02B25"/>
    <w:rsid w:val="00D02EBA"/>
    <w:rsid w:val="00D17C3C"/>
    <w:rsid w:val="00D26B2C"/>
    <w:rsid w:val="00D320B4"/>
    <w:rsid w:val="00D352C9"/>
    <w:rsid w:val="00D425B2"/>
    <w:rsid w:val="00D428D6"/>
    <w:rsid w:val="00D552B2"/>
    <w:rsid w:val="00D608D1"/>
    <w:rsid w:val="00D74119"/>
    <w:rsid w:val="00D8075B"/>
    <w:rsid w:val="00D8678B"/>
    <w:rsid w:val="00D901B6"/>
    <w:rsid w:val="00DA2114"/>
    <w:rsid w:val="00DE09C0"/>
    <w:rsid w:val="00DE4A14"/>
    <w:rsid w:val="00DF320D"/>
    <w:rsid w:val="00DF71C8"/>
    <w:rsid w:val="00E015DE"/>
    <w:rsid w:val="00E129B8"/>
    <w:rsid w:val="00E21E7D"/>
    <w:rsid w:val="00E22ACB"/>
    <w:rsid w:val="00E22FBC"/>
    <w:rsid w:val="00E24BF5"/>
    <w:rsid w:val="00E25338"/>
    <w:rsid w:val="00E51E44"/>
    <w:rsid w:val="00E63348"/>
    <w:rsid w:val="00E742AA"/>
    <w:rsid w:val="00E77E88"/>
    <w:rsid w:val="00E8107D"/>
    <w:rsid w:val="00E815AA"/>
    <w:rsid w:val="00E960BB"/>
    <w:rsid w:val="00EA2074"/>
    <w:rsid w:val="00EA4832"/>
    <w:rsid w:val="00EA4E9D"/>
    <w:rsid w:val="00EC4899"/>
    <w:rsid w:val="00ED03AB"/>
    <w:rsid w:val="00ED2674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D99"/>
    <w:rsid w:val="00F974DA"/>
    <w:rsid w:val="00FA46E5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0B1E"/>
  <w15:docId w15:val="{FD49F8FE-BE23-4A10-9ACE-EC0D01D5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73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3F6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73F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F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73F6F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BD0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C0B0CC-2643-4C66-84B6-6D199D00F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14082-629B-4366-9A9A-727550D2AB86}"/>
</file>

<file path=customXml/itemProps3.xml><?xml version="1.0" encoding="utf-8"?>
<ds:datastoreItem xmlns:ds="http://schemas.openxmlformats.org/officeDocument/2006/customXml" ds:itemID="{A183CFC4-C81C-4472-869B-13508CB3E758}"/>
</file>

<file path=customXml/itemProps4.xml><?xml version="1.0" encoding="utf-8"?>
<ds:datastoreItem xmlns:ds="http://schemas.openxmlformats.org/officeDocument/2006/customXml" ds:itemID="{9CF0E8BF-FF37-4F8E-83FB-13FD1D46219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5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12</cp:revision>
  <cp:lastPrinted>2019-02-06T13:12:00Z</cp:lastPrinted>
  <dcterms:created xsi:type="dcterms:W3CDTF">2020-10-28T08:13:00Z</dcterms:created>
  <dcterms:modified xsi:type="dcterms:W3CDTF">2021-10-01T14:21:00Z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